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A9" w:rsidRPr="0098326A" w:rsidRDefault="005760A9" w:rsidP="0098326A">
      <w:pPr>
        <w:jc w:val="center"/>
        <w:rPr>
          <w:b/>
        </w:rPr>
      </w:pPr>
      <w:r w:rsidRPr="0098326A">
        <w:rPr>
          <w:b/>
        </w:rPr>
        <w:t>BANDO PER LA CONCESSIONE DI CONTRIBUTI A FONDO PERDUTO</w:t>
      </w:r>
    </w:p>
    <w:p w:rsidR="005760A9" w:rsidRPr="0098326A" w:rsidRDefault="005760A9" w:rsidP="0098326A">
      <w:pPr>
        <w:jc w:val="center"/>
        <w:rPr>
          <w:b/>
        </w:rPr>
      </w:pPr>
      <w:r w:rsidRPr="0098326A">
        <w:rPr>
          <w:b/>
        </w:rPr>
        <w:t>ALLE MICRO - PICCOLE MEDIE IMPRESE</w:t>
      </w:r>
    </w:p>
    <w:p w:rsidR="005760A9" w:rsidRPr="0098326A" w:rsidRDefault="005760A9" w:rsidP="0098326A">
      <w:pPr>
        <w:jc w:val="center"/>
        <w:rPr>
          <w:b/>
        </w:rPr>
      </w:pPr>
    </w:p>
    <w:p w:rsidR="005760A9" w:rsidRPr="004E426E" w:rsidRDefault="005760A9" w:rsidP="00BF065F">
      <w:pPr>
        <w:pStyle w:val="Default"/>
        <w:jc w:val="center"/>
        <w:rPr>
          <w:b/>
        </w:rPr>
      </w:pPr>
      <w:r w:rsidRPr="00591E26">
        <w:rPr>
          <w:b/>
        </w:rPr>
        <w:t>DI VENDITA AL DETTAGLIO DI BENI/SERVIZI, DI SOMMISTRAZIONE DI CIBI E BEVANDE, DI PRESTAZIONE DEI SERVIZI ALLA PERSONA</w:t>
      </w:r>
    </w:p>
    <w:p w:rsidR="005760A9" w:rsidRDefault="005760A9" w:rsidP="00BF065F">
      <w:pPr>
        <w:pStyle w:val="CM24"/>
        <w:spacing w:after="0" w:line="360" w:lineRule="auto"/>
        <w:ind w:left="79" w:right="85"/>
        <w:jc w:val="center"/>
        <w:rPr>
          <w:rFonts w:ascii="Verdana" w:hAnsi="Verdana" w:cs="Calibri"/>
          <w:b/>
          <w:sz w:val="20"/>
          <w:szCs w:val="20"/>
        </w:rPr>
      </w:pPr>
    </w:p>
    <w:p w:rsidR="005760A9" w:rsidRPr="00DA77EE" w:rsidRDefault="005760A9" w:rsidP="00BF065F">
      <w:pPr>
        <w:pStyle w:val="CM24"/>
        <w:spacing w:after="0" w:line="360" w:lineRule="auto"/>
        <w:ind w:left="79" w:right="85"/>
        <w:jc w:val="center"/>
        <w:rPr>
          <w:rFonts w:ascii="Verdana" w:hAnsi="Verdana" w:cs="Calibri"/>
          <w:b/>
          <w:sz w:val="20"/>
          <w:szCs w:val="20"/>
        </w:rPr>
      </w:pPr>
      <w:r w:rsidRPr="004E426E">
        <w:rPr>
          <w:rFonts w:ascii="Verdana" w:hAnsi="Verdana" w:cs="Calibri"/>
          <w:b/>
          <w:sz w:val="20"/>
          <w:szCs w:val="20"/>
        </w:rPr>
        <w:t>NELL’AMBITO DEL BANDO REGIONALE “SVILUPPO DEI DISTRETTI DEL COMMERCIO 2022-2024”</w:t>
      </w:r>
    </w:p>
    <w:p w:rsidR="005760A9" w:rsidRDefault="005760A9" w:rsidP="00AB2B00">
      <w:pPr>
        <w:jc w:val="both"/>
      </w:pPr>
    </w:p>
    <w:p w:rsidR="005760A9" w:rsidRDefault="005760A9" w:rsidP="00AB2B00">
      <w:pPr>
        <w:jc w:val="both"/>
      </w:pPr>
      <w:r>
        <w:t>Il/la sottoscritto/a_______________________________________________________________</w:t>
      </w:r>
    </w:p>
    <w:p w:rsidR="005760A9" w:rsidRDefault="005760A9" w:rsidP="00AB2B00">
      <w:pPr>
        <w:jc w:val="both"/>
      </w:pPr>
      <w:r>
        <w:t>Nato/a a _________________________________________(prov. _____) il_________________</w:t>
      </w:r>
    </w:p>
    <w:p w:rsidR="005760A9" w:rsidRDefault="005760A9" w:rsidP="00AB2B00">
      <w:pPr>
        <w:jc w:val="both"/>
      </w:pPr>
      <w:r>
        <w:t>residente a_____________________________ Via _____________________________ n. _____</w:t>
      </w:r>
    </w:p>
    <w:p w:rsidR="005760A9" w:rsidRDefault="005760A9" w:rsidP="00AB2B00">
      <w:pPr>
        <w:jc w:val="both"/>
      </w:pPr>
      <w:r>
        <w:t>titolare/legale rappresentante dell’ impresa (ragione sociale per esteso):</w:t>
      </w:r>
    </w:p>
    <w:p w:rsidR="005760A9" w:rsidRDefault="005760A9" w:rsidP="00AB2B00">
      <w:pPr>
        <w:jc w:val="both"/>
      </w:pPr>
      <w:r>
        <w:t>______________________________________________________________________________</w:t>
      </w:r>
    </w:p>
    <w:p w:rsidR="005760A9" w:rsidRDefault="005760A9" w:rsidP="00AB2B00">
      <w:pPr>
        <w:jc w:val="both"/>
      </w:pPr>
      <w:r>
        <w:t>Natura giuridica_________________________________________________________________</w:t>
      </w:r>
    </w:p>
    <w:p w:rsidR="005760A9" w:rsidRDefault="005760A9" w:rsidP="00AB2B00">
      <w:pPr>
        <w:jc w:val="both"/>
      </w:pPr>
      <w:r>
        <w:t>Attività________________________________________________________________________</w:t>
      </w:r>
    </w:p>
    <w:p w:rsidR="005760A9" w:rsidRDefault="005760A9" w:rsidP="00AB2B00">
      <w:pPr>
        <w:jc w:val="both"/>
      </w:pPr>
      <w:r>
        <w:t>Codice fiscale__________________________________, P.IVA____________________________</w:t>
      </w:r>
    </w:p>
    <w:p w:rsidR="005760A9" w:rsidRDefault="005760A9" w:rsidP="00AB2B00">
      <w:pPr>
        <w:jc w:val="both"/>
      </w:pPr>
      <w:r>
        <w:t>Mail______________________Tel._____________________, pec_________________________</w:t>
      </w:r>
    </w:p>
    <w:p w:rsidR="005760A9" w:rsidRDefault="005760A9" w:rsidP="00AB2B00">
      <w:pPr>
        <w:jc w:val="both"/>
      </w:pPr>
      <w:r>
        <w:t>Sede legale_____________________________________________________________________</w:t>
      </w:r>
    </w:p>
    <w:p w:rsidR="005760A9" w:rsidRDefault="005760A9" w:rsidP="00AB2B00">
      <w:pPr>
        <w:jc w:val="both"/>
      </w:pPr>
      <w:r>
        <w:t>Sede operativa oggetto dell’intervento_______________________________________________</w:t>
      </w:r>
    </w:p>
    <w:p w:rsidR="005760A9" w:rsidRDefault="005760A9" w:rsidP="00AB2B00">
      <w:pPr>
        <w:jc w:val="both"/>
      </w:pPr>
      <w:r>
        <w:t>Codice ateco di impresa____________________________________________________________</w:t>
      </w:r>
    </w:p>
    <w:p w:rsidR="005760A9" w:rsidRDefault="005760A9" w:rsidP="00AB2B00">
      <w:pPr>
        <w:jc w:val="both"/>
      </w:pPr>
      <w:r w:rsidRPr="009322E5">
        <w:t>codice ateco di unità locale sede dell'intervento</w:t>
      </w:r>
      <w:r>
        <w:t>_________________________________________</w:t>
      </w:r>
    </w:p>
    <w:p w:rsidR="005760A9" w:rsidRDefault="005760A9" w:rsidP="00AB2B00">
      <w:pPr>
        <w:jc w:val="both"/>
      </w:pPr>
    </w:p>
    <w:p w:rsidR="005760A9" w:rsidRPr="00BF065F" w:rsidRDefault="005760A9" w:rsidP="00BF065F">
      <w:pPr>
        <w:pStyle w:val="Default"/>
        <w:jc w:val="both"/>
        <w:rPr>
          <w:b/>
        </w:rPr>
      </w:pPr>
      <w:r w:rsidRPr="009322E5">
        <w:t>Chiede di aderire al bando per il riconoscimento di contributi alle MPMI</w:t>
      </w:r>
      <w:r>
        <w:t xml:space="preserve"> con attività </w:t>
      </w:r>
      <w:r w:rsidRPr="009322E5">
        <w:t xml:space="preserve"> </w:t>
      </w:r>
      <w:r w:rsidRPr="00BF065F">
        <w:rPr>
          <w:b/>
        </w:rPr>
        <w:t>DI VENDITA AL DETTAGLIO DI BENI/SERVIZI, DI SOMMISTRAZIONE DI CIBI E BEVANDE, DI PRESTAZ</w:t>
      </w:r>
      <w:r>
        <w:rPr>
          <w:b/>
        </w:rPr>
        <w:t xml:space="preserve">IONE DEI </w:t>
      </w:r>
      <w:r w:rsidRPr="00BF065F">
        <w:rPr>
          <w:b/>
        </w:rPr>
        <w:t>SERVIZI ALLA PERSONA</w:t>
      </w:r>
      <w:r>
        <w:rPr>
          <w:b/>
        </w:rPr>
        <w:t xml:space="preserve"> </w:t>
      </w:r>
      <w:r w:rsidRPr="00BF065F">
        <w:t>per le seguenti spese già effettuate o da effettuarsi:</w:t>
      </w:r>
    </w:p>
    <w:p w:rsidR="005760A9" w:rsidRDefault="005760A9" w:rsidP="00AB2B00">
      <w:pPr>
        <w:jc w:val="both"/>
      </w:pPr>
    </w:p>
    <w:p w:rsidR="005760A9" w:rsidRPr="00010F17" w:rsidRDefault="005760A9" w:rsidP="00AB2B00">
      <w:pPr>
        <w:jc w:val="both"/>
        <w:rPr>
          <w:b/>
          <w:u w:val="single"/>
        </w:rPr>
      </w:pPr>
      <w:r w:rsidRPr="00010F17">
        <w:rPr>
          <w:b/>
          <w:u w:val="single"/>
        </w:rPr>
        <w:t>Indicare le spese oggetto della presente domanda:</w:t>
      </w:r>
    </w:p>
    <w:p w:rsidR="005760A9" w:rsidRDefault="005760A9" w:rsidP="00AB2B00">
      <w:pPr>
        <w:jc w:val="both"/>
      </w:pPr>
    </w:p>
    <w:p w:rsidR="005760A9" w:rsidRPr="00010F17" w:rsidRDefault="005760A9" w:rsidP="00AB2B00">
      <w:pPr>
        <w:numPr>
          <w:ilvl w:val="0"/>
          <w:numId w:val="2"/>
        </w:numPr>
        <w:spacing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010F17">
        <w:rPr>
          <w:rFonts w:ascii="Verdana" w:hAnsi="Verdana" w:cs="Calibri"/>
          <w:b/>
          <w:sz w:val="20"/>
          <w:szCs w:val="20"/>
        </w:rPr>
        <w:t>Spese in conto capitale:</w:t>
      </w: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</w:t>
      </w:r>
      <w:r w:rsidRPr="00CA5A38">
        <w:rPr>
          <w:rFonts w:ascii="Verdana" w:hAnsi="Verdana" w:cs="Calibri"/>
          <w:sz w:val="20"/>
          <w:szCs w:val="20"/>
        </w:rPr>
        <w:t>Opere edili</w:t>
      </w: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</w:t>
      </w:r>
      <w:r w:rsidRPr="00CA5A38">
        <w:rPr>
          <w:rFonts w:ascii="Verdana" w:hAnsi="Verdana" w:cs="Calibri"/>
          <w:sz w:val="20"/>
          <w:szCs w:val="20"/>
        </w:rPr>
        <w:t>impianti</w:t>
      </w: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Arredi e strutture temporanee</w:t>
      </w: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</w:t>
      </w:r>
      <w:r w:rsidRPr="00CA5A38">
        <w:rPr>
          <w:rFonts w:ascii="Verdana" w:hAnsi="Verdana" w:cs="Calibri"/>
          <w:sz w:val="20"/>
          <w:szCs w:val="20"/>
        </w:rPr>
        <w:t>Macchin</w:t>
      </w:r>
      <w:r>
        <w:rPr>
          <w:rFonts w:ascii="Verdana" w:hAnsi="Verdana" w:cs="Calibri"/>
          <w:sz w:val="20"/>
          <w:szCs w:val="20"/>
        </w:rPr>
        <w:t>ari, attrezzature ed apparecchi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  </w:t>
      </w:r>
      <w:r w:rsidRPr="00CA5A38">
        <w:rPr>
          <w:rFonts w:ascii="Verdana" w:hAnsi="Verdana" w:cs="Calibri"/>
          <w:sz w:val="20"/>
          <w:szCs w:val="20"/>
        </w:rPr>
        <w:t xml:space="preserve">Veicoli </w:t>
      </w:r>
      <w:r>
        <w:rPr>
          <w:rFonts w:ascii="Verdana" w:hAnsi="Verdana" w:cs="Calibri"/>
          <w:sz w:val="20"/>
          <w:szCs w:val="20"/>
        </w:rPr>
        <w:t>ad uso commerciale</w:t>
      </w:r>
      <w:r w:rsidRPr="00CA5A38">
        <w:rPr>
          <w:rFonts w:ascii="Verdana" w:hAnsi="Verdana" w:cs="Calibri"/>
          <w:sz w:val="20"/>
          <w:szCs w:val="20"/>
        </w:rPr>
        <w:t>;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bookmarkStart w:id="0" w:name="_Hlk127857781"/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bookmarkEnd w:id="0"/>
    <w:p w:rsidR="005760A9" w:rsidRPr="00CA5A38" w:rsidRDefault="005760A9" w:rsidP="00AB2B00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AB2B00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  </w:t>
      </w:r>
      <w:r w:rsidRPr="00CA5A38">
        <w:rPr>
          <w:rFonts w:ascii="Verdana" w:hAnsi="Verdana" w:cs="Calibri"/>
          <w:sz w:val="20"/>
          <w:szCs w:val="20"/>
        </w:rPr>
        <w:t>Realizzazione, acquisto o acquisizione tramite licenza pluriennale di software, piattaforme informatiche, applicazioni per smartphone, siti web ecc.;</w:t>
      </w:r>
    </w:p>
    <w:p w:rsidR="005760A9" w:rsidRDefault="005760A9" w:rsidP="00010F17">
      <w:pPr>
        <w:pBdr>
          <w:bottom w:val="single" w:sz="12" w:space="1" w:color="auto"/>
        </w:pBd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pBdr>
          <w:bottom w:val="single" w:sz="12" w:space="1" w:color="auto"/>
        </w:pBd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INDICARE I BENI STRUMENTALI</w:t>
      </w:r>
    </w:p>
    <w:p w:rsidR="005760A9" w:rsidRPr="003148F1" w:rsidRDefault="005760A9" w:rsidP="003148F1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3148F1"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3148F1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3148F1"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E951D7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AB2B00">
      <w:pPr>
        <w:numPr>
          <w:ilvl w:val="0"/>
          <w:numId w:val="2"/>
        </w:numPr>
        <w:spacing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010F17">
        <w:rPr>
          <w:rFonts w:ascii="Verdana" w:hAnsi="Verdana" w:cs="Calibri"/>
          <w:b/>
          <w:sz w:val="20"/>
          <w:szCs w:val="20"/>
        </w:rPr>
        <w:t>Spese di parte corrente:</w:t>
      </w:r>
    </w:p>
    <w:p w:rsidR="005760A9" w:rsidRPr="00010F17" w:rsidRDefault="005760A9" w:rsidP="00BF065F">
      <w:pPr>
        <w:spacing w:line="276" w:lineRule="auto"/>
        <w:ind w:left="360"/>
        <w:contextualSpacing/>
        <w:jc w:val="both"/>
        <w:rPr>
          <w:rFonts w:ascii="Verdana" w:hAnsi="Verdana" w:cs="Calibri"/>
          <w:b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Consulenze,</w:t>
      </w:r>
      <w:r w:rsidRPr="00CA5A38">
        <w:rPr>
          <w:rFonts w:ascii="Verdana" w:hAnsi="Verdana" w:cs="Calibri"/>
          <w:sz w:val="20"/>
          <w:szCs w:val="20"/>
        </w:rPr>
        <w:t xml:space="preserve"> studi ed analisi 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</w:t>
      </w:r>
      <w:r w:rsidRPr="00CA5A38">
        <w:rPr>
          <w:rFonts w:ascii="Verdana" w:hAnsi="Verdana" w:cs="Calibri"/>
          <w:sz w:val="20"/>
          <w:szCs w:val="20"/>
        </w:rPr>
        <w:t>Canoni annuali per l’utilizzo di software, piattaforme informatiche, applicazioni per smartphone, siti web ecc.;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Pr="00CA5A38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  </w:t>
      </w:r>
      <w:r w:rsidRPr="00CA5A38">
        <w:rPr>
          <w:rFonts w:ascii="Verdana" w:hAnsi="Verdana" w:cs="Calibri"/>
          <w:sz w:val="20"/>
          <w:szCs w:val="20"/>
        </w:rPr>
        <w:t>Spese per eventi e animazione;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</w:t>
      </w:r>
      <w:r w:rsidRPr="00CA5A38">
        <w:rPr>
          <w:rFonts w:ascii="Verdana" w:hAnsi="Verdana" w:cs="Calibri"/>
          <w:sz w:val="20"/>
          <w:szCs w:val="20"/>
        </w:rPr>
        <w:t xml:space="preserve">Spese di promozione, comunicazione e </w:t>
      </w:r>
      <w:r>
        <w:rPr>
          <w:rFonts w:ascii="Verdana" w:hAnsi="Verdana" w:cs="Calibri"/>
          <w:sz w:val="20"/>
          <w:szCs w:val="20"/>
        </w:rPr>
        <w:t>pubblicità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  </w:t>
      </w:r>
      <w:r w:rsidRPr="00CA5A38">
        <w:rPr>
          <w:rFonts w:ascii="Verdana" w:hAnsi="Verdana" w:cs="Calibri"/>
          <w:sz w:val="20"/>
          <w:szCs w:val="20"/>
        </w:rPr>
        <w:t xml:space="preserve">Formazione </w:t>
      </w:r>
      <w:r>
        <w:rPr>
          <w:rFonts w:ascii="Verdana" w:hAnsi="Verdana" w:cs="Calibri"/>
          <w:sz w:val="20"/>
          <w:szCs w:val="20"/>
        </w:rPr>
        <w:t>del titolare o dei lavoratori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Pr="00CA5A38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</w:p>
    <w:p w:rsidR="005760A9" w:rsidRPr="00CA5A38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  </w:t>
      </w:r>
      <w:r>
        <w:rPr>
          <w:rFonts w:ascii="Verdana" w:hAnsi="Verdana" w:cs="Calibri"/>
          <w:sz w:val="20"/>
          <w:szCs w:val="20"/>
        </w:rPr>
        <w:sym w:font="Symbol" w:char="F091"/>
      </w:r>
      <w:r>
        <w:rPr>
          <w:rFonts w:ascii="Verdana" w:hAnsi="Verdana" w:cs="Calibri"/>
          <w:sz w:val="20"/>
          <w:szCs w:val="20"/>
        </w:rPr>
        <w:t xml:space="preserve">     </w:t>
      </w:r>
      <w:r w:rsidRPr="00CA5A38">
        <w:rPr>
          <w:rFonts w:ascii="Verdana" w:hAnsi="Verdana" w:cs="Calibri"/>
          <w:sz w:val="20"/>
          <w:szCs w:val="20"/>
        </w:rPr>
        <w:t>Affitto dei locali per l’esercizio dell’attività di impresa.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5760A9" w:rsidRDefault="005760A9" w:rsidP="00010F17">
      <w:pPr>
        <w:spacing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___________________________________________________________________________</w:t>
      </w:r>
    </w:p>
    <w:p w:rsidR="005760A9" w:rsidRDefault="005760A9" w:rsidP="00227933">
      <w:pPr>
        <w:jc w:val="center"/>
      </w:pPr>
    </w:p>
    <w:p w:rsidR="005760A9" w:rsidRDefault="005760A9" w:rsidP="00F65034">
      <w:pPr>
        <w:jc w:val="both"/>
      </w:pPr>
      <w:r>
        <w:t>Consapevole delle sanzioni penali richiamate dall'art. 76 del D.P.R. n. 445 del 28 dicembre 2000 in caso di dichiarazioni mendaci e della decadenza dei benefici eventualmente conseguenti al provvedimento emanato sulla base di dichiarazioni non veritiere, di cui all'art. 75 del D.P.R. n. 445/2000, sotto la propria responsabilità:</w:t>
      </w:r>
    </w:p>
    <w:p w:rsidR="005760A9" w:rsidRPr="008079CD" w:rsidRDefault="005760A9" w:rsidP="00F65034">
      <w:pPr>
        <w:jc w:val="both"/>
      </w:pPr>
    </w:p>
    <w:p w:rsidR="005760A9" w:rsidRPr="008079CD" w:rsidRDefault="005760A9" w:rsidP="008079CD">
      <w:pPr>
        <w:jc w:val="center"/>
        <w:rPr>
          <w:b/>
        </w:rPr>
      </w:pPr>
      <w:r w:rsidRPr="00E951D7">
        <w:rPr>
          <w:b/>
        </w:rPr>
        <w:t>DICHIARA E ATTESTA</w:t>
      </w:r>
    </w:p>
    <w:p w:rsidR="005760A9" w:rsidRDefault="005760A9" w:rsidP="00F65034">
      <w:pPr>
        <w:jc w:val="both"/>
      </w:pPr>
      <w:r>
        <w:t>Ai sensi e per gli effetti degli artt. 46 e 47 del citato D.P.R. n. 445/2000 sotto la propria responsabilità</w:t>
      </w:r>
    </w:p>
    <w:p w:rsidR="005760A9" w:rsidRDefault="005760A9" w:rsidP="00F65034">
      <w:pPr>
        <w:jc w:val="both"/>
      </w:pPr>
      <w:r>
        <w:t>di essere in possesso dei seguenti requisiti</w:t>
      </w:r>
    </w:p>
    <w:p w:rsidR="005760A9" w:rsidRPr="004D08BE" w:rsidRDefault="005760A9" w:rsidP="004D08B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Pr="004D08BE">
        <w:rPr>
          <w:rFonts w:ascii="Times New Roman" w:hAnsi="Times New Roman"/>
        </w:rPr>
        <w:t xml:space="preserve">ssere Micro piccole o medie imprese con riferimento all’Allegato I del Regolamento UE n. 651/2014 </w:t>
      </w:r>
    </w:p>
    <w:p w:rsidR="005760A9" w:rsidRPr="00CE64F6" w:rsidRDefault="005760A9" w:rsidP="00553352">
      <w:pPr>
        <w:numPr>
          <w:ilvl w:val="0"/>
          <w:numId w:val="4"/>
        </w:numPr>
        <w:autoSpaceDE w:val="0"/>
        <w:autoSpaceDN w:val="0"/>
        <w:adjustRightInd w:val="0"/>
        <w:spacing w:before="60" w:line="360" w:lineRule="auto"/>
        <w:ind w:left="426" w:hanging="426"/>
        <w:contextualSpacing/>
        <w:jc w:val="both"/>
        <w:rPr>
          <w:rFonts w:ascii="Times" w:hAnsi="Times" w:cs="Calibri"/>
          <w:i/>
        </w:rPr>
      </w:pPr>
      <w:r w:rsidRPr="00CE64F6">
        <w:rPr>
          <w:rFonts w:ascii="Times" w:hAnsi="Times" w:cs="Calibri"/>
          <w:i/>
        </w:rPr>
        <w:t>essere iscritte e attive al Registro Imprese e risultare attive</w:t>
      </w:r>
    </w:p>
    <w:p w:rsidR="005760A9" w:rsidRPr="00CE64F6" w:rsidRDefault="005760A9" w:rsidP="0055335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Times" w:hAnsi="Times" w:cs="Calibri"/>
          <w:i/>
        </w:rPr>
      </w:pPr>
      <w:r>
        <w:rPr>
          <w:rFonts w:ascii="Times" w:hAnsi="Times" w:cs="Calibri"/>
          <w:i/>
        </w:rPr>
        <w:t>d</w:t>
      </w:r>
      <w:r w:rsidRPr="00CE64F6">
        <w:rPr>
          <w:rFonts w:ascii="Times" w:hAnsi="Times" w:cs="Calibri"/>
          <w:i/>
        </w:rPr>
        <w:t xml:space="preserve">isporre di una unità locale collocata all’interno dell’ambito territoriale </w:t>
      </w:r>
      <w:r>
        <w:rPr>
          <w:rFonts w:ascii="Times" w:hAnsi="Times" w:cs="Calibri"/>
          <w:i/>
        </w:rPr>
        <w:t>del</w:t>
      </w:r>
      <w:r w:rsidRPr="00CE64F6">
        <w:rPr>
          <w:rFonts w:ascii="Times" w:hAnsi="Times" w:cs="Calibri"/>
          <w:i/>
        </w:rPr>
        <w:t xml:space="preserve"> </w:t>
      </w:r>
      <w:r>
        <w:rPr>
          <w:rFonts w:ascii="Times" w:hAnsi="Times" w:cs="Calibri"/>
          <w:i/>
        </w:rPr>
        <w:t xml:space="preserve">Distretto che: </w:t>
      </w:r>
    </w:p>
    <w:p w:rsidR="005760A9" w:rsidRDefault="005760A9" w:rsidP="0055335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rFonts w:ascii="Times" w:hAnsi="Times" w:cs="Calibri"/>
          <w:i/>
        </w:rPr>
      </w:pPr>
      <w:r>
        <w:rPr>
          <w:rFonts w:ascii="Times" w:hAnsi="Times" w:cs="Calibri"/>
          <w:i/>
        </w:rPr>
        <w:t xml:space="preserve">abbia vetrina su strada o sia situata al piano terra degli edifici o all’interno delle corti </w:t>
      </w:r>
      <w:r w:rsidRPr="008D306A">
        <w:rPr>
          <w:rFonts w:ascii="Times" w:hAnsi="Times" w:cs="Calibri"/>
          <w:i/>
        </w:rPr>
        <w:t>(</w:t>
      </w:r>
      <w:r>
        <w:rPr>
          <w:rFonts w:ascii="Times" w:hAnsi="Times" w:cs="Calibri"/>
          <w:i/>
          <w:iCs/>
        </w:rPr>
        <w:t xml:space="preserve">sono </w:t>
      </w:r>
      <w:r w:rsidRPr="008D306A">
        <w:rPr>
          <w:rFonts w:ascii="Times" w:hAnsi="Times" w:cs="Calibri"/>
          <w:i/>
          <w:iCs/>
        </w:rPr>
        <w:t>ammesse anche attività di servizi alla persona che non soddisfano il requisito di avere vetrina su strada o essere situate al piano terreno degli ed</w:t>
      </w:r>
      <w:r>
        <w:rPr>
          <w:rFonts w:ascii="Times" w:hAnsi="Times" w:cs="Calibri"/>
          <w:i/>
          <w:iCs/>
        </w:rPr>
        <w:t>ifici o all’interno delle corti</w:t>
      </w:r>
      <w:r w:rsidRPr="008D306A">
        <w:rPr>
          <w:rFonts w:ascii="Times" w:hAnsi="Times" w:cs="Calibri"/>
          <w:i/>
          <w:iCs/>
        </w:rPr>
        <w:t>)</w:t>
      </w:r>
    </w:p>
    <w:p w:rsidR="005760A9" w:rsidRDefault="005760A9" w:rsidP="0055335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070"/>
        <w:contextualSpacing/>
        <w:jc w:val="both"/>
        <w:rPr>
          <w:rFonts w:ascii="Times" w:hAnsi="Times" w:cs="Calibri"/>
          <w:i/>
        </w:rPr>
      </w:pPr>
      <w:r>
        <w:rPr>
          <w:rFonts w:ascii="Times" w:hAnsi="Times" w:cs="Calibri"/>
          <w:i/>
        </w:rPr>
        <w:t>disponga di locali direttamente accessibili al pubblico, presso cui si esercita un’attività di:</w:t>
      </w:r>
    </w:p>
    <w:p w:rsidR="005760A9" w:rsidRDefault="005760A9" w:rsidP="0055335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" w:hAnsi="Times" w:cs="Calibri"/>
          <w:i/>
        </w:rPr>
      </w:pPr>
      <w:r>
        <w:rPr>
          <w:rFonts w:ascii="Times" w:hAnsi="Times" w:cs="Calibri"/>
          <w:i/>
        </w:rPr>
        <w:t>vendita al dettaglio di beni e/o servizi;</w:t>
      </w:r>
    </w:p>
    <w:p w:rsidR="005760A9" w:rsidRDefault="005760A9" w:rsidP="0055335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" w:hAnsi="Times" w:cs="Calibri"/>
          <w:i/>
        </w:rPr>
      </w:pPr>
      <w:r>
        <w:rPr>
          <w:rFonts w:ascii="Times" w:hAnsi="Times" w:cs="Calibri"/>
          <w:i/>
        </w:rPr>
        <w:t xml:space="preserve">somministrazione di cibi e bevande </w:t>
      </w:r>
    </w:p>
    <w:p w:rsidR="005760A9" w:rsidRPr="004D08BE" w:rsidRDefault="005760A9" w:rsidP="004D08BE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" w:hAnsi="Times" w:cs="Calibri"/>
          <w:i/>
        </w:rPr>
      </w:pPr>
      <w:r>
        <w:rPr>
          <w:rFonts w:ascii="Times" w:hAnsi="Times" w:cs="Calibri"/>
          <w:i/>
        </w:rPr>
        <w:t xml:space="preserve">prestazione di servizi alla persona </w:t>
      </w:r>
    </w:p>
    <w:p w:rsidR="005760A9" w:rsidRPr="00CE64F6" w:rsidRDefault="005760A9" w:rsidP="0055335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Times" w:hAnsi="Times" w:cs="Calibri"/>
          <w:i/>
          <w:iCs/>
        </w:rPr>
      </w:pPr>
      <w:r w:rsidRPr="00CE64F6">
        <w:rPr>
          <w:rFonts w:ascii="Times" w:hAnsi="Times" w:cs="Calibri"/>
          <w:i/>
          <w:iCs/>
        </w:rPr>
        <w:t>Non avere alcuno dei soggetti di cui all’art. 85 del D.Lgs. 6 settembre 2011 n. 159 (c.d. Codice delle leggi antimafia) per il quale sussistano cause di divieto, di decadenza, di sospensione di cui all’art. 67 del citato D. Lgs.;</w:t>
      </w:r>
    </w:p>
    <w:p w:rsidR="005760A9" w:rsidRPr="00CE64F6" w:rsidRDefault="005760A9" w:rsidP="0055335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ascii="Times" w:hAnsi="Times" w:cs="Calibri"/>
          <w:i/>
          <w:iCs/>
        </w:rPr>
      </w:pPr>
      <w:r>
        <w:rPr>
          <w:rFonts w:ascii="Times" w:hAnsi="Times" w:cs="Calibri"/>
          <w:i/>
          <w:iCs/>
        </w:rPr>
        <w:t>c</w:t>
      </w:r>
      <w:r w:rsidRPr="00CE64F6">
        <w:rPr>
          <w:rFonts w:ascii="Times" w:hAnsi="Times" w:cs="Calibri"/>
          <w:i/>
          <w:iCs/>
        </w:rPr>
        <w:t>on riferimento al regime “De minimis” non rientrare nel campo di esclusione di cui all'art. 1 del Regolamento (UE) 1407/2013.</w:t>
      </w:r>
    </w:p>
    <w:p w:rsidR="005760A9" w:rsidRPr="00CA5A38" w:rsidRDefault="005760A9" w:rsidP="00553352">
      <w:pPr>
        <w:spacing w:line="276" w:lineRule="auto"/>
        <w:jc w:val="both"/>
        <w:rPr>
          <w:rFonts w:ascii="Verdana" w:hAnsi="Verdana" w:cs="Calibri"/>
          <w:iCs/>
          <w:sz w:val="20"/>
          <w:szCs w:val="20"/>
          <w:lang w:eastAsia="it-IT"/>
        </w:rPr>
      </w:pPr>
    </w:p>
    <w:p w:rsidR="005760A9" w:rsidRDefault="005760A9" w:rsidP="00553352">
      <w:r w:rsidRPr="00227933">
        <w:t xml:space="preserve">In caso di </w:t>
      </w:r>
      <w:r>
        <w:t>aspirante imprenditore</w:t>
      </w:r>
    </w:p>
    <w:p w:rsidR="005760A9" w:rsidRPr="00CA5A38" w:rsidRDefault="005760A9" w:rsidP="00553352">
      <w:pPr>
        <w:pStyle w:val="ListParagraph"/>
        <w:numPr>
          <w:ilvl w:val="0"/>
          <w:numId w:val="7"/>
        </w:numPr>
        <w:spacing w:before="0" w:line="276" w:lineRule="auto"/>
        <w:ind w:left="426" w:hanging="426"/>
        <w:rPr>
          <w:rFonts w:ascii="Verdana" w:hAnsi="Verdana" w:cs="Calibri"/>
          <w:i w:val="0"/>
          <w:sz w:val="20"/>
          <w:szCs w:val="20"/>
        </w:rPr>
      </w:pPr>
      <w:r>
        <w:rPr>
          <w:rFonts w:ascii="Verdana" w:hAnsi="Verdana" w:cs="Calibri"/>
          <w:i w:val="0"/>
          <w:sz w:val="20"/>
          <w:szCs w:val="20"/>
        </w:rPr>
        <w:t>n</w:t>
      </w:r>
      <w:r w:rsidRPr="00CA5A38">
        <w:rPr>
          <w:rFonts w:ascii="Verdana" w:hAnsi="Verdana" w:cs="Calibri"/>
          <w:i w:val="0"/>
          <w:sz w:val="20"/>
          <w:szCs w:val="20"/>
        </w:rPr>
        <w:t>on avere cause di divieto, di decadenza, di sospensione di cui all’art. 67 del D.Lgs. 6 settembre 2011 n. 159 (c.d</w:t>
      </w:r>
      <w:r>
        <w:rPr>
          <w:rFonts w:ascii="Verdana" w:hAnsi="Verdana" w:cs="Calibri"/>
          <w:i w:val="0"/>
          <w:sz w:val="20"/>
          <w:szCs w:val="20"/>
        </w:rPr>
        <w:t>. Codice delle leggi antimafia)</w:t>
      </w:r>
    </w:p>
    <w:p w:rsidR="005760A9" w:rsidRPr="00591E26" w:rsidRDefault="005760A9" w:rsidP="00591E26">
      <w:pPr>
        <w:pStyle w:val="ListParagraph"/>
        <w:numPr>
          <w:ilvl w:val="0"/>
          <w:numId w:val="8"/>
        </w:numPr>
        <w:rPr>
          <w:i w:val="0"/>
        </w:rPr>
      </w:pPr>
      <w:r>
        <w:rPr>
          <w:rFonts w:ascii="Verdana" w:hAnsi="Verdana" w:cs="Calibri"/>
          <w:i w:val="0"/>
          <w:sz w:val="20"/>
          <w:szCs w:val="20"/>
        </w:rPr>
        <w:t>a</w:t>
      </w:r>
      <w:r w:rsidRPr="00613269">
        <w:rPr>
          <w:rFonts w:ascii="Verdana" w:hAnsi="Verdana" w:cs="Calibri"/>
          <w:i w:val="0"/>
          <w:sz w:val="20"/>
          <w:szCs w:val="20"/>
        </w:rPr>
        <w:t>vviare, prima dell’erogazione dell’agevolazione da parte del Comune, una attività economica che soddisfi i requisiti sopra previsti</w:t>
      </w:r>
    </w:p>
    <w:p w:rsidR="005760A9" w:rsidRDefault="005760A9" w:rsidP="00591E26"/>
    <w:p w:rsidR="005760A9" w:rsidRPr="00227933" w:rsidRDefault="005760A9" w:rsidP="00227933"/>
    <w:p w:rsidR="005760A9" w:rsidRPr="008079CD" w:rsidRDefault="005760A9" w:rsidP="008079CD">
      <w:pPr>
        <w:spacing w:line="276" w:lineRule="auto"/>
        <w:jc w:val="center"/>
        <w:rPr>
          <w:rFonts w:ascii="Verdana" w:hAnsi="Verdana" w:cs="Calibri"/>
          <w:b/>
          <w:sz w:val="20"/>
          <w:szCs w:val="20"/>
          <w:lang w:eastAsia="it-IT"/>
        </w:rPr>
      </w:pPr>
      <w:r w:rsidRPr="008079CD">
        <w:rPr>
          <w:rFonts w:ascii="Verdana" w:hAnsi="Verdana" w:cs="Calibri"/>
          <w:b/>
          <w:sz w:val="20"/>
          <w:szCs w:val="20"/>
          <w:lang w:eastAsia="it-IT"/>
        </w:rPr>
        <w:t>SI IMPEGNA</w:t>
      </w: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  <w:lang w:eastAsia="it-IT"/>
        </w:rPr>
        <w:t>-</w:t>
      </w:r>
      <w:r w:rsidRPr="00F65034">
        <w:rPr>
          <w:rFonts w:ascii="Verdana" w:hAnsi="Verdana" w:cs="Calibri"/>
          <w:sz w:val="20"/>
          <w:szCs w:val="20"/>
          <w:lang w:eastAsia="it-IT"/>
        </w:rPr>
        <w:t xml:space="preserve">  a mantenere la destinazione d’uso dei beni, opere ed immobili rispetto ai quali è stato concesso il contributo per almeno 5 anni dalla data di erogazione del contributo stesso;</w:t>
      </w: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  <w:lang w:eastAsia="it-IT"/>
        </w:rPr>
        <w:t>-</w:t>
      </w:r>
      <w:r w:rsidRPr="00F65034">
        <w:rPr>
          <w:rFonts w:ascii="Verdana" w:hAnsi="Verdana" w:cs="Calibri"/>
          <w:sz w:val="20"/>
          <w:szCs w:val="20"/>
          <w:lang w:eastAsia="it-IT"/>
        </w:rPr>
        <w:t xml:space="preserve">  a non cedere, alienare o distrarre i beni agevolati, per almeno 5 anni dalla di erogazione del contributo;</w:t>
      </w: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  <w:lang w:eastAsia="it-IT"/>
        </w:rPr>
        <w:t>-</w:t>
      </w:r>
      <w:r w:rsidRPr="00F65034">
        <w:rPr>
          <w:rFonts w:ascii="Verdana" w:hAnsi="Verdana" w:cs="Calibri"/>
          <w:sz w:val="20"/>
          <w:szCs w:val="20"/>
          <w:lang w:eastAsia="it-IT"/>
        </w:rPr>
        <w:t xml:space="preserve">  a conservare e mettere a dispo</w:t>
      </w:r>
      <w:r>
        <w:rPr>
          <w:rFonts w:ascii="Verdana" w:hAnsi="Verdana" w:cs="Calibri"/>
          <w:sz w:val="20"/>
          <w:szCs w:val="20"/>
          <w:lang w:eastAsia="it-IT"/>
        </w:rPr>
        <w:t xml:space="preserve">sizione del Comune </w:t>
      </w:r>
      <w:r w:rsidRPr="00F65034">
        <w:rPr>
          <w:rFonts w:ascii="Verdana" w:hAnsi="Verdana" w:cs="Calibri"/>
          <w:sz w:val="20"/>
          <w:szCs w:val="20"/>
          <w:lang w:eastAsia="it-IT"/>
        </w:rPr>
        <w:t>c</w:t>
      </w:r>
      <w:r>
        <w:rPr>
          <w:rFonts w:ascii="Verdana" w:hAnsi="Verdana" w:cs="Calibri"/>
          <w:sz w:val="20"/>
          <w:szCs w:val="20"/>
          <w:lang w:eastAsia="it-IT"/>
        </w:rPr>
        <w:t xml:space="preserve">apofila </w:t>
      </w:r>
      <w:r w:rsidRPr="00F65034">
        <w:rPr>
          <w:rFonts w:ascii="Verdana" w:hAnsi="Verdana" w:cs="Calibri"/>
          <w:sz w:val="20"/>
          <w:szCs w:val="20"/>
          <w:lang w:eastAsia="it-IT"/>
        </w:rPr>
        <w:t>del Distretto del Commercio e di Regione Lombardia per un periodo di almeno 5 anni a decorrere dalla data di erogazione del saldo del contributo la documentazione tecnica, amministrativa e contabile (compresa la documentazione originale di spesa) relativa all’intervento agevolato;</w:t>
      </w: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  <w:lang w:eastAsia="it-IT"/>
        </w:rPr>
        <w:t>-</w:t>
      </w:r>
      <w:r w:rsidRPr="00F65034">
        <w:rPr>
          <w:rFonts w:ascii="Verdana" w:hAnsi="Verdana" w:cs="Calibri"/>
          <w:sz w:val="20"/>
          <w:szCs w:val="20"/>
          <w:lang w:eastAsia="it-IT"/>
        </w:rPr>
        <w:t xml:space="preserve">  a fo</w:t>
      </w:r>
      <w:r>
        <w:rPr>
          <w:rFonts w:ascii="Verdana" w:hAnsi="Verdana" w:cs="Calibri"/>
          <w:sz w:val="20"/>
          <w:szCs w:val="20"/>
          <w:lang w:eastAsia="it-IT"/>
        </w:rPr>
        <w:t>rnire tempestivamente al Comune</w:t>
      </w:r>
      <w:r w:rsidRPr="00F65034">
        <w:rPr>
          <w:rFonts w:ascii="Verdana" w:hAnsi="Verdana" w:cs="Calibri"/>
          <w:sz w:val="20"/>
          <w:szCs w:val="20"/>
          <w:lang w:eastAsia="it-IT"/>
        </w:rPr>
        <w:t>, qualunque altro documento richiesto dalla Regione Lombardia e necessario per completare la procedura di assegnazione del contributo regionale e di rendicontazione relativa all’investimento realizzato;</w:t>
      </w: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  <w:lang w:eastAsia="it-IT"/>
        </w:rPr>
        <w:t>-</w:t>
      </w:r>
      <w:r w:rsidRPr="00F65034">
        <w:rPr>
          <w:rFonts w:ascii="Verdana" w:hAnsi="Verdana" w:cs="Calibri"/>
          <w:sz w:val="20"/>
          <w:szCs w:val="20"/>
          <w:lang w:eastAsia="it-IT"/>
        </w:rPr>
        <w:t xml:space="preserve">  ad accettare i controlli che il Comune e che Regione Lombardia e gli altri soggetti preposti potranno disporre in relazione alle spese per le quali si richiede il contributo;</w:t>
      </w:r>
    </w:p>
    <w:p w:rsidR="005760A9" w:rsidRPr="00F65034" w:rsidRDefault="005760A9" w:rsidP="00F6503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  <w:lang w:eastAsia="it-IT"/>
        </w:rPr>
        <w:t>-</w:t>
      </w:r>
      <w:r w:rsidRPr="00F65034">
        <w:rPr>
          <w:rFonts w:ascii="Verdana" w:hAnsi="Verdana" w:cs="Calibri"/>
          <w:sz w:val="20"/>
          <w:szCs w:val="20"/>
          <w:lang w:eastAsia="it-IT"/>
        </w:rPr>
        <w:t xml:space="preserve"> a restituire in caso di decadenza o revoca il contributo ricevuto.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3017"/>
        <w:gridCol w:w="3208"/>
      </w:tblGrid>
      <w:tr w:rsidR="005760A9" w:rsidRPr="00A40B7C" w:rsidTr="00A40B7C">
        <w:trPr>
          <w:trHeight w:val="1495"/>
          <w:jc w:val="center"/>
        </w:trPr>
        <w:tc>
          <w:tcPr>
            <w:tcW w:w="3397" w:type="dxa"/>
            <w:vAlign w:val="center"/>
          </w:tcPr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Spesa sostenuta</w:t>
            </w:r>
          </w:p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o</w:t>
            </w:r>
          </w:p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da sostenere</w:t>
            </w:r>
          </w:p>
        </w:tc>
        <w:tc>
          <w:tcPr>
            <w:tcW w:w="3017" w:type="dxa"/>
            <w:vAlign w:val="center"/>
          </w:tcPr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Descrizione , numero, data fattura</w:t>
            </w:r>
          </w:p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o</w:t>
            </w:r>
          </w:p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descrizione, numero, data preventivo</w:t>
            </w:r>
          </w:p>
        </w:tc>
        <w:tc>
          <w:tcPr>
            <w:tcW w:w="3208" w:type="dxa"/>
            <w:vAlign w:val="center"/>
          </w:tcPr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Importo ( iva esclusa)*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trHeight w:val="320"/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trHeight w:val="320"/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jc w:val="center"/>
        </w:trPr>
        <w:tc>
          <w:tcPr>
            <w:tcW w:w="339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017" w:type="dxa"/>
          </w:tcPr>
          <w:p w:rsidR="005760A9" w:rsidRPr="00A40B7C" w:rsidRDefault="005760A9" w:rsidP="00A40B7C">
            <w:pPr>
              <w:jc w:val="both"/>
            </w:pP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  <w:tr w:rsidR="005760A9" w:rsidRPr="00A40B7C" w:rsidTr="00A40B7C">
        <w:trPr>
          <w:trHeight w:val="362"/>
          <w:jc w:val="center"/>
        </w:trPr>
        <w:tc>
          <w:tcPr>
            <w:tcW w:w="6414" w:type="dxa"/>
            <w:gridSpan w:val="2"/>
          </w:tcPr>
          <w:p w:rsidR="005760A9" w:rsidRPr="00A40B7C" w:rsidRDefault="005760A9" w:rsidP="00A40B7C">
            <w:pPr>
              <w:jc w:val="center"/>
              <w:rPr>
                <w:b/>
              </w:rPr>
            </w:pPr>
            <w:r w:rsidRPr="00A40B7C">
              <w:rPr>
                <w:b/>
              </w:rPr>
              <w:t>TOTALE</w:t>
            </w:r>
          </w:p>
        </w:tc>
        <w:tc>
          <w:tcPr>
            <w:tcW w:w="3208" w:type="dxa"/>
          </w:tcPr>
          <w:p w:rsidR="005760A9" w:rsidRPr="00A40B7C" w:rsidRDefault="005760A9" w:rsidP="00A40B7C">
            <w:pPr>
              <w:jc w:val="both"/>
            </w:pPr>
            <w:r w:rsidRPr="00A40B7C">
              <w:t>€</w:t>
            </w:r>
          </w:p>
        </w:tc>
      </w:tr>
    </w:tbl>
    <w:p w:rsidR="005760A9" w:rsidRPr="00D86C5C" w:rsidRDefault="005760A9" w:rsidP="00F65034">
      <w:pPr>
        <w:spacing w:line="276" w:lineRule="auto"/>
        <w:ind w:left="360"/>
        <w:jc w:val="center"/>
        <w:rPr>
          <w:rFonts w:ascii="Verdana" w:hAnsi="Verdana" w:cs="Calibri"/>
          <w:i/>
          <w:iCs/>
          <w:sz w:val="18"/>
          <w:szCs w:val="20"/>
        </w:rPr>
      </w:pPr>
      <w:r w:rsidRPr="00D86C5C">
        <w:rPr>
          <w:rFonts w:ascii="Verdana" w:hAnsi="Verdana" w:cs="Calibri"/>
          <w:i/>
          <w:iCs/>
          <w:sz w:val="18"/>
          <w:szCs w:val="20"/>
        </w:rPr>
        <w:t>*</w:t>
      </w:r>
      <w:r w:rsidRPr="00D86C5C">
        <w:rPr>
          <w:i/>
          <w:sz w:val="22"/>
        </w:rPr>
        <w:t xml:space="preserve"> </w:t>
      </w:r>
      <w:r w:rsidRPr="00D86C5C">
        <w:rPr>
          <w:rFonts w:ascii="Verdana" w:hAnsi="Verdana" w:cs="Calibri"/>
          <w:i/>
          <w:iCs/>
          <w:sz w:val="18"/>
          <w:szCs w:val="20"/>
        </w:rPr>
        <w:t>indicare importo al netto di iva e di altre imposte e tasse, a meno che l'IVA non sia una spesa completamente sostenuta dal beneficiario e costituisca una spesa ammissibile</w:t>
      </w:r>
    </w:p>
    <w:p w:rsidR="005760A9" w:rsidRDefault="005760A9" w:rsidP="00AB2B00">
      <w:pPr>
        <w:jc w:val="both"/>
      </w:pPr>
    </w:p>
    <w:p w:rsidR="005760A9" w:rsidRDefault="005760A9" w:rsidP="00F65034">
      <w:pPr>
        <w:jc w:val="both"/>
      </w:pPr>
    </w:p>
    <w:p w:rsidR="005760A9" w:rsidRDefault="005760A9" w:rsidP="00F65034">
      <w:pPr>
        <w:jc w:val="both"/>
      </w:pPr>
      <w:r>
        <w:t>L’importo destinato alla copertura dei beni strumentali è di ……………………………………………………euro</w:t>
      </w:r>
    </w:p>
    <w:p w:rsidR="005760A9" w:rsidRDefault="005760A9" w:rsidP="00F65034">
      <w:pPr>
        <w:jc w:val="both"/>
      </w:pPr>
      <w:r w:rsidRPr="00591E26">
        <w:t>in caso di fatture emesse prima dell'apertura del bando e con riferimento all'obbligo di annullamento tramite apposizione su ogni documento giustificativo di spesa dell'indicazione "Spesa finanziata dal bando Distretti del Commercio 2022-2024"</w:t>
      </w:r>
      <w:r>
        <w:t xml:space="preserve"> </w:t>
      </w:r>
    </w:p>
    <w:p w:rsidR="005760A9" w:rsidRDefault="005760A9" w:rsidP="00F65034">
      <w:pPr>
        <w:jc w:val="both"/>
      </w:pPr>
    </w:p>
    <w:p w:rsidR="005760A9" w:rsidRDefault="005760A9" w:rsidP="00F65034">
      <w:pPr>
        <w:jc w:val="both"/>
      </w:pPr>
      <w:r>
        <w:t xml:space="preserve">DICHIARO che tali fatture emesse dal................ al.............. non sono state utilizzate e/o non saranno utilizzate per ottenere altri finanziamenti pubblici </w:t>
      </w:r>
    </w:p>
    <w:p w:rsidR="005760A9" w:rsidRDefault="005760A9" w:rsidP="00AB2B00">
      <w:pPr>
        <w:jc w:val="both"/>
      </w:pPr>
    </w:p>
    <w:p w:rsidR="005760A9" w:rsidRDefault="005760A9" w:rsidP="009F4BBA">
      <w:pPr>
        <w:jc w:val="both"/>
      </w:pPr>
      <w:r>
        <w:t>CON RIFERIMENTO AL CONTRIBUTO DA RICEVERE</w:t>
      </w:r>
    </w:p>
    <w:p w:rsidR="005760A9" w:rsidRDefault="005760A9" w:rsidP="009F4BBA">
      <w:pPr>
        <w:jc w:val="both"/>
      </w:pPr>
      <w:r>
        <w:t>- DICHIARA che i riferimenti del conto corrente per il versamento sono:</w:t>
      </w:r>
    </w:p>
    <w:p w:rsidR="005760A9" w:rsidRDefault="005760A9" w:rsidP="009F4BBA">
      <w:pPr>
        <w:jc w:val="both"/>
      </w:pPr>
    </w:p>
    <w:p w:rsidR="005760A9" w:rsidRDefault="005760A9" w:rsidP="009F4BBA">
      <w:pPr>
        <w:jc w:val="both"/>
      </w:pPr>
      <w:r>
        <w:t>Banca</w:t>
      </w:r>
    </w:p>
    <w:p w:rsidR="005760A9" w:rsidRDefault="005760A9" w:rsidP="009F4BBA">
      <w:pPr>
        <w:jc w:val="both"/>
      </w:pPr>
      <w:r>
        <w:t>Agenzia Filiale</w:t>
      </w:r>
    </w:p>
    <w:p w:rsidR="005760A9" w:rsidRDefault="005760A9" w:rsidP="009F4BBA">
      <w:pPr>
        <w:jc w:val="both"/>
      </w:pPr>
      <w:r>
        <w:t>Codice ABI</w:t>
      </w:r>
    </w:p>
    <w:p w:rsidR="005760A9" w:rsidRDefault="005760A9" w:rsidP="009F4BBA">
      <w:pPr>
        <w:jc w:val="both"/>
      </w:pPr>
      <w:r>
        <w:t>Codice CAB</w:t>
      </w:r>
    </w:p>
    <w:p w:rsidR="005760A9" w:rsidRDefault="005760A9" w:rsidP="009F4BBA">
      <w:pPr>
        <w:jc w:val="both"/>
      </w:pPr>
      <w:r>
        <w:t>CIN</w:t>
      </w:r>
    </w:p>
    <w:p w:rsidR="005760A9" w:rsidRDefault="005760A9" w:rsidP="009F4BBA">
      <w:pPr>
        <w:jc w:val="both"/>
      </w:pPr>
      <w:r>
        <w:t>IBAN</w:t>
      </w:r>
    </w:p>
    <w:p w:rsidR="005760A9" w:rsidRDefault="005760A9" w:rsidP="009F4BBA">
      <w:pPr>
        <w:jc w:val="both"/>
      </w:pPr>
    </w:p>
    <w:p w:rsidR="005760A9" w:rsidRDefault="005760A9" w:rsidP="009F4BBA">
      <w:pPr>
        <w:jc w:val="both"/>
      </w:pPr>
      <w:r>
        <w:t>-SI IMPEGNA a comunicare tempestivamente al Comune ogni eventuale variazione delle coordinate bancarie per il versamento del contributo spettante.</w:t>
      </w:r>
    </w:p>
    <w:p w:rsidR="005760A9" w:rsidRDefault="005760A9" w:rsidP="00AB2B00">
      <w:pPr>
        <w:jc w:val="both"/>
      </w:pPr>
    </w:p>
    <w:p w:rsidR="005760A9" w:rsidRDefault="005760A9" w:rsidP="00AB2B00">
      <w:pPr>
        <w:jc w:val="both"/>
      </w:pPr>
      <w:r>
        <w:t>Allegare al presente modulo A i seguenti allegati compilati e sottoscritti:</w:t>
      </w:r>
    </w:p>
    <w:p w:rsidR="005760A9" w:rsidRPr="00CA5A38" w:rsidRDefault="005760A9" w:rsidP="005E5150">
      <w:pPr>
        <w:pStyle w:val="ListParagraph"/>
        <w:numPr>
          <w:ilvl w:val="0"/>
          <w:numId w:val="9"/>
        </w:numPr>
        <w:spacing w:line="276" w:lineRule="auto"/>
        <w:rPr>
          <w:rFonts w:ascii="Verdana" w:hAnsi="Verdana" w:cs="Calibri"/>
          <w:i w:val="0"/>
          <w:iCs/>
          <w:sz w:val="20"/>
          <w:szCs w:val="20"/>
        </w:rPr>
      </w:pPr>
      <w:r w:rsidRPr="00CA5A38">
        <w:rPr>
          <w:rFonts w:ascii="Verdana" w:hAnsi="Verdana" w:cs="Calibri"/>
          <w:i w:val="0"/>
          <w:iCs/>
          <w:sz w:val="20"/>
          <w:szCs w:val="20"/>
        </w:rPr>
        <w:t>ALLEGATO B) DICHIARAZIONE “</w:t>
      </w:r>
      <w:r>
        <w:rPr>
          <w:rFonts w:ascii="Verdana" w:hAnsi="Verdana" w:cs="Calibri"/>
          <w:i w:val="0"/>
          <w:iCs/>
          <w:sz w:val="20"/>
          <w:szCs w:val="20"/>
        </w:rPr>
        <w:t>DI IMPRESA UNICA E ESCLUSIONI</w:t>
      </w:r>
    </w:p>
    <w:p w:rsidR="005760A9" w:rsidRPr="00CA5A38" w:rsidRDefault="005760A9" w:rsidP="005E5150">
      <w:pPr>
        <w:pStyle w:val="ListParagraph"/>
        <w:numPr>
          <w:ilvl w:val="0"/>
          <w:numId w:val="9"/>
        </w:numPr>
        <w:spacing w:line="276" w:lineRule="auto"/>
        <w:rPr>
          <w:rFonts w:ascii="Verdana" w:hAnsi="Verdana" w:cs="Calibri"/>
          <w:i w:val="0"/>
          <w:iCs/>
          <w:sz w:val="20"/>
          <w:szCs w:val="20"/>
        </w:rPr>
      </w:pPr>
      <w:r w:rsidRPr="00CA5A38">
        <w:rPr>
          <w:rFonts w:ascii="Verdana" w:hAnsi="Verdana" w:cs="Calibri"/>
          <w:i w:val="0"/>
          <w:iCs/>
          <w:sz w:val="20"/>
          <w:szCs w:val="20"/>
        </w:rPr>
        <w:t>ALLEGATO C) DICHIARAZIONE DEL PROPRIETARIO DELL’IMMOBILE OGGETTO DI INTERVENTO.</w:t>
      </w:r>
    </w:p>
    <w:p w:rsidR="005760A9" w:rsidRPr="00CA5A38" w:rsidRDefault="005760A9" w:rsidP="005E5150">
      <w:pPr>
        <w:pStyle w:val="ListParagraph"/>
        <w:numPr>
          <w:ilvl w:val="0"/>
          <w:numId w:val="9"/>
        </w:numPr>
        <w:spacing w:line="276" w:lineRule="auto"/>
        <w:rPr>
          <w:rFonts w:ascii="Verdana" w:hAnsi="Verdana" w:cs="Calibri"/>
          <w:i w:val="0"/>
          <w:iCs/>
          <w:sz w:val="20"/>
          <w:szCs w:val="20"/>
        </w:rPr>
      </w:pPr>
      <w:r>
        <w:rPr>
          <w:rFonts w:ascii="Verdana" w:hAnsi="Verdana" w:cs="Calibri"/>
          <w:i w:val="0"/>
          <w:iCs/>
          <w:sz w:val="20"/>
          <w:szCs w:val="20"/>
        </w:rPr>
        <w:t>ALLEGATO D</w:t>
      </w:r>
      <w:r w:rsidRPr="00CA5A38">
        <w:rPr>
          <w:rFonts w:ascii="Verdana" w:hAnsi="Verdana" w:cs="Calibri"/>
          <w:i w:val="0"/>
          <w:iCs/>
          <w:sz w:val="20"/>
          <w:szCs w:val="20"/>
        </w:rPr>
        <w:t xml:space="preserve">) DICHIARAZIONE SOSTITUTIVA ANTIMAFIA </w:t>
      </w:r>
    </w:p>
    <w:p w:rsidR="005760A9" w:rsidRPr="00CA5A38" w:rsidRDefault="005760A9" w:rsidP="005E5150">
      <w:pPr>
        <w:pStyle w:val="ListParagraph"/>
        <w:numPr>
          <w:ilvl w:val="0"/>
          <w:numId w:val="9"/>
        </w:numPr>
        <w:spacing w:line="276" w:lineRule="auto"/>
        <w:rPr>
          <w:rFonts w:ascii="Verdana" w:hAnsi="Verdana" w:cs="Calibri"/>
          <w:i w:val="0"/>
          <w:iCs/>
          <w:sz w:val="20"/>
          <w:szCs w:val="20"/>
        </w:rPr>
      </w:pPr>
      <w:r w:rsidRPr="00CA5A38">
        <w:rPr>
          <w:rFonts w:ascii="Verdana" w:hAnsi="Verdana" w:cs="Calibri"/>
          <w:i w:val="0"/>
          <w:iCs/>
          <w:sz w:val="20"/>
          <w:szCs w:val="20"/>
        </w:rPr>
        <w:t>Carta di identità del legale rappresentante in corso di validità</w:t>
      </w:r>
    </w:p>
    <w:p w:rsidR="005760A9" w:rsidRDefault="005760A9" w:rsidP="00553CB4">
      <w:pPr>
        <w:pStyle w:val="ListParagraph"/>
        <w:numPr>
          <w:ilvl w:val="0"/>
          <w:numId w:val="9"/>
        </w:numPr>
        <w:spacing w:line="276" w:lineRule="auto"/>
        <w:rPr>
          <w:rFonts w:ascii="Verdana" w:hAnsi="Verdana" w:cs="Calibri"/>
          <w:i w:val="0"/>
          <w:iCs/>
          <w:sz w:val="20"/>
          <w:szCs w:val="20"/>
        </w:rPr>
      </w:pPr>
      <w:r w:rsidRPr="00CA5A38">
        <w:rPr>
          <w:rFonts w:ascii="Verdana" w:hAnsi="Verdana" w:cs="Calibri"/>
          <w:i w:val="0"/>
          <w:iCs/>
          <w:sz w:val="20"/>
          <w:szCs w:val="20"/>
        </w:rPr>
        <w:t>Copia della visura camerale in corso di validità</w:t>
      </w:r>
      <w:r>
        <w:rPr>
          <w:rFonts w:ascii="Verdana" w:hAnsi="Verdana" w:cs="Calibri"/>
          <w:i w:val="0"/>
          <w:iCs/>
          <w:sz w:val="20"/>
          <w:szCs w:val="20"/>
        </w:rPr>
        <w:t xml:space="preserve"> da cui risulti il codice Ateco</w:t>
      </w:r>
    </w:p>
    <w:p w:rsidR="005760A9" w:rsidRDefault="005760A9" w:rsidP="005E5150">
      <w:pPr>
        <w:pStyle w:val="ListParagraph"/>
        <w:spacing w:line="276" w:lineRule="auto"/>
        <w:ind w:left="720"/>
        <w:rPr>
          <w:rFonts w:ascii="Verdana" w:hAnsi="Verdana" w:cs="Calibri"/>
          <w:i w:val="0"/>
          <w:iCs/>
          <w:sz w:val="20"/>
          <w:szCs w:val="20"/>
        </w:rPr>
      </w:pPr>
    </w:p>
    <w:p w:rsidR="005760A9" w:rsidRPr="005E5150" w:rsidRDefault="005760A9" w:rsidP="005E5150">
      <w:pPr>
        <w:spacing w:line="276" w:lineRule="auto"/>
        <w:ind w:left="360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 w:cs="Calibri"/>
          <w:iCs/>
          <w:sz w:val="20"/>
          <w:szCs w:val="20"/>
        </w:rPr>
        <w:t>In caso di spese già effettuate:</w:t>
      </w:r>
    </w:p>
    <w:p w:rsidR="005760A9" w:rsidRDefault="005760A9" w:rsidP="00003CE8">
      <w:pPr>
        <w:pStyle w:val="ListParagraph"/>
        <w:numPr>
          <w:ilvl w:val="0"/>
          <w:numId w:val="9"/>
        </w:numPr>
        <w:spacing w:line="276" w:lineRule="auto"/>
        <w:rPr>
          <w:rFonts w:ascii="Verdana" w:hAnsi="Verdana" w:cs="Calibri"/>
          <w:i w:val="0"/>
          <w:iCs/>
          <w:sz w:val="20"/>
          <w:szCs w:val="20"/>
        </w:rPr>
      </w:pPr>
      <w:r w:rsidRPr="005E5150">
        <w:rPr>
          <w:rFonts w:ascii="Verdana" w:hAnsi="Verdana" w:cs="Calibri"/>
          <w:i w:val="0"/>
          <w:iCs/>
          <w:sz w:val="20"/>
          <w:szCs w:val="20"/>
        </w:rPr>
        <w:t xml:space="preserve"> copia delle fatture e documenti contabili comprovanti le spese effettuate </w:t>
      </w: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  <w:r w:rsidRPr="003B0869">
        <w:rPr>
          <w:rFonts w:ascii="Verdana" w:hAnsi="Verdana" w:cs="Calibri"/>
          <w:iCs/>
          <w:sz w:val="20"/>
          <w:szCs w:val="20"/>
        </w:rPr>
        <w:t>COMPILARE IL MODULO DI CONSENSO AL TRATTAMENTO DEI DATI PERSONALI RIPORTATO NELLA PAGINA SUCCESSIVA</w:t>
      </w:r>
      <w:r w:rsidRPr="003B0869">
        <w:rPr>
          <w:rFonts w:ascii="Verdana" w:hAnsi="Verdana" w:cs="Calibri"/>
          <w:iCs/>
          <w:sz w:val="20"/>
          <w:szCs w:val="20"/>
        </w:rPr>
        <w:t> </w:t>
      </w: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  <w:r w:rsidRPr="003B0869">
        <w:rPr>
          <w:rFonts w:ascii="Verdana" w:hAnsi="Verdana" w:cs="Calibri"/>
          <w:iCs/>
          <w:sz w:val="20"/>
          <w:szCs w:val="20"/>
        </w:rPr>
        <w:t xml:space="preserve"> </w:t>
      </w: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I N F O R M A T I V A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ai sensi dell’art. 13 del Regolamento UE 2016/679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 xml:space="preserve"> 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Ai sensi dell’art. 13 del Regolamento UE 2016/679 (di seguito “GDPR 2016/679”), recante disposizioni a tutela delle persone e di altri soggetti rispetto al trattamento dei dati personali, desidero informarLa che i dati personali da Lei forniti formeranno oggetto di trattamento nel rispetto della normativa sopra richiamata e degli obblighi di riservatezza cui sono tenuto.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Le rendo altresì noto che: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 xml:space="preserve"> 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Titolare del trattamento: il Titolare del trattamento è il Sindaco pro-tempore, Legale Rappresentante del Comune di Broni con sede a Broni, P.zza Garibaldi n. 12, tel. 0385-257011, indirizzo e-mail: info@comune.broni.pv.it, indirizzo p.e.c.: comunebroni@pec.it;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finalità del trattamento: i dati personali da Lei forniti sono necessari per l’espletamento dell’attività istituzionale svolta, nonché per gli adempimenti previsti per legge;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conferimento dei dati, rifiuto e revoca: il conferimento dei Suoi dati personali è necessario ai fini dello svolgimento delle attività di cui al punto che precede e l’eventuale manifestazione di rifiuto (o di revoca del consenso) al trattamento comporta l’impossibilità di adempiere alle medesime attività;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modalità di trattamento e conservazione: il trattamento sarà svolto in forma analogica (cartacea) e digitale (a mezzo strumenti informatici), nel rispetto di quanto previsto dall’art. 32 del GDPR 2016/679 in materia di misure di sicurezza, ad opera del Titolare e/o di soggetti appositamente incaricati e in ottemperanza a quanto previsto dagli art. 29 GDPR 2016/679; nel rispetto dei principi di liceità, limitazione delle finalità e minimizzazione dei dati, ai sensi dell’art. 5 GDPR 2016/679, previo rilascio di consenso libero ed esplicito espresso in calce alla presente informativa, i Suoi dati personali saranno trattati e conservati per il tempo necessario al il conseguimento delle finalità per le quali sono conferiti e, comunque, per il periodo di tempo previsto dalla legge;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ambito di comunicazione e diffusione: i dati raccolti non verranno diffusi e non saranno oggetto di comunicazione senza Suo esplicito consenso, fatte salve le comunicazioni necessarie che possono comportare il trasferimento di dati ad enti pubblici o a soggetti privati, per l’adempimento degli obblighi derivanti dall’incarico conferitomi e dalla legge;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trasferimento dei dati personali: i Suoi dati non verranno trasferiti in Stati membri dell’Unione Europea né in Paesi terzi non appartenenti all’Unione Europea; ove se ne presentasse l’esigenza il Titolare Le chiederà di formulare un esplicito consenso;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categorie particolari di dati personali: ai sensi degli articoli 9 e 10 del Regolamento UE 2016/679, Lei potrebbe fornire dati qualificabili come “categorie particolari di dati personali” (ex “dati sensibili”), cioè quei dati che rivelano l’origine razziale o etnica, le opinioni politiche, le convinzioni religiose o filosofiche, l’appartenenza sindacale, nonché dati genetici, dati biometrici intesi a identificare in modo univoco la persona, dati relativi alla salute o alla vita sessuale o all’orientamento sessuale, dati riguardanti condanne penali, reati o misure di sicurezza. Tali dati potranno essere trattati solo previo Suo libero ed esplicito consenso, manifestato in forma scritta in calce alla presente informativa;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esistenza di un processo decisionale automatizzato, compresa la profilazione: lo scrivente non adotta alcun processo decisionale automatizzato, compresa la profilazione, di cui all’articolo 22, paragrafi 1 e 4, del Regolamento UE 679/2016;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-</w:t>
      </w:r>
      <w:r w:rsidRPr="00693984">
        <w:rPr>
          <w:rFonts w:ascii="Verdana" w:hAnsi="Verdana" w:cs="Calibri"/>
          <w:iCs/>
          <w:sz w:val="18"/>
          <w:szCs w:val="20"/>
        </w:rPr>
        <w:tab/>
        <w:t>diritti dell’interessato: in ogni momento, Lei potrà esercitare, ai sensi degli articoli dal 15 al 22 del Regolamento UE 2016/679, il diritto di: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a)</w:t>
      </w:r>
      <w:r w:rsidRPr="00693984">
        <w:rPr>
          <w:rFonts w:ascii="Verdana" w:hAnsi="Verdana" w:cs="Calibri"/>
          <w:iCs/>
          <w:sz w:val="18"/>
          <w:szCs w:val="20"/>
        </w:rPr>
        <w:tab/>
        <w:t>chiedere la conferma dell’esistenza o meno di propri dati personali;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b)</w:t>
      </w:r>
      <w:r w:rsidRPr="00693984">
        <w:rPr>
          <w:rFonts w:ascii="Verdana" w:hAnsi="Verdana" w:cs="Calibri"/>
          <w:iCs/>
          <w:sz w:val="18"/>
          <w:szCs w:val="20"/>
        </w:rPr>
        <w:tab/>
        <w:t>ottenere le indicazioni circa le finalità del trattamento, le categorie dei dati personali, i destinatari o le categorie di destinatari a cui i dati personali sono stati o saranno comunicati e, quando possibile, il periodo di conservazione;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c)</w:t>
      </w:r>
      <w:r w:rsidRPr="00693984">
        <w:rPr>
          <w:rFonts w:ascii="Verdana" w:hAnsi="Verdana" w:cs="Calibri"/>
          <w:iCs/>
          <w:sz w:val="18"/>
          <w:szCs w:val="20"/>
        </w:rPr>
        <w:tab/>
        <w:t>ottenere la rettifica e la cancellazione dei dati;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d)</w:t>
      </w:r>
      <w:r w:rsidRPr="00693984">
        <w:rPr>
          <w:rFonts w:ascii="Verdana" w:hAnsi="Verdana" w:cs="Calibri"/>
          <w:iCs/>
          <w:sz w:val="18"/>
          <w:szCs w:val="20"/>
        </w:rPr>
        <w:tab/>
        <w:t>ottenere la limitazione del trattamento;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e)</w:t>
      </w:r>
      <w:r w:rsidRPr="00693984">
        <w:rPr>
          <w:rFonts w:ascii="Verdana" w:hAnsi="Verdana" w:cs="Calibri"/>
          <w:iCs/>
          <w:sz w:val="18"/>
          <w:szCs w:val="20"/>
        </w:rPr>
        <w:tab/>
        <w:t>ottenere la portabilità dei dati, ossia riceverli da un titolare del trattamento, in un formato strutturato, di uso comune e leggibile da dispositivo automatico, e trasmetterli ad un altro titolare del trattamento senza impedimenti;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f)</w:t>
      </w:r>
      <w:r w:rsidRPr="00693984">
        <w:rPr>
          <w:rFonts w:ascii="Verdana" w:hAnsi="Verdana" w:cs="Calibri"/>
          <w:iCs/>
          <w:sz w:val="18"/>
          <w:szCs w:val="20"/>
        </w:rPr>
        <w:tab/>
        <w:t>opporsi al trattamento in qualsiasi momento ed anche nel caso di trattamento per finalità di marketing diretto;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g)</w:t>
      </w:r>
      <w:r w:rsidRPr="00693984">
        <w:rPr>
          <w:rFonts w:ascii="Verdana" w:hAnsi="Verdana" w:cs="Calibri"/>
          <w:iCs/>
          <w:sz w:val="18"/>
          <w:szCs w:val="20"/>
        </w:rPr>
        <w:tab/>
        <w:t>opporsi ad un processo decisionale automatizzato relativo alle persone ﬁsiche, compresa la profilazione;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h)</w:t>
      </w:r>
      <w:r w:rsidRPr="00693984">
        <w:rPr>
          <w:rFonts w:ascii="Verdana" w:hAnsi="Verdana" w:cs="Calibri"/>
          <w:iCs/>
          <w:sz w:val="18"/>
          <w:szCs w:val="20"/>
        </w:rPr>
        <w:tab/>
        <w:t>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i)</w:t>
      </w:r>
      <w:r w:rsidRPr="00693984">
        <w:rPr>
          <w:rFonts w:ascii="Verdana" w:hAnsi="Verdana" w:cs="Calibri"/>
          <w:iCs/>
          <w:sz w:val="18"/>
          <w:szCs w:val="20"/>
        </w:rPr>
        <w:tab/>
        <w:t>revocare il consenso in qualsiasi momento (ancorché la revoca renderà impossibile la prosecuzione del rapporto professionale), senza pregiudizio per la liceità del trattamento basata sul consenso prestato prima della revoca;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j)</w:t>
      </w:r>
      <w:r w:rsidRPr="00693984">
        <w:rPr>
          <w:rFonts w:ascii="Verdana" w:hAnsi="Verdana" w:cs="Calibri"/>
          <w:iCs/>
          <w:sz w:val="18"/>
          <w:szCs w:val="20"/>
        </w:rPr>
        <w:tab/>
        <w:t>proporre reclamo a un’autorità di controllo.-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I diritti di cui alle lettere da a) ad i) sono esercitabili attraverso richiesta scritta inviata al Titolare.-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Io sottoscritto/a alla luce dell’informativa ricevuta,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che dichiaro di avere letto e compreso: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Cambria" w:hAnsi="Cambria" w:cs="Cambria"/>
          <w:iCs/>
          <w:sz w:val="18"/>
          <w:szCs w:val="20"/>
        </w:rPr>
        <w:t>◻</w:t>
      </w:r>
      <w:r w:rsidRPr="00693984">
        <w:rPr>
          <w:rFonts w:ascii="Verdana" w:hAnsi="Verdana" w:cs="Calibri"/>
          <w:iCs/>
          <w:sz w:val="18"/>
          <w:szCs w:val="20"/>
        </w:rPr>
        <w:t xml:space="preserve"> esprimo il consenso</w:t>
      </w:r>
      <w:r w:rsidRPr="00693984">
        <w:rPr>
          <w:rFonts w:ascii="Verdana" w:hAnsi="Verdana" w:cs="Calibri"/>
          <w:iCs/>
          <w:sz w:val="18"/>
          <w:szCs w:val="20"/>
        </w:rPr>
        <w:tab/>
      </w:r>
      <w:r w:rsidRPr="00693984">
        <w:rPr>
          <w:rFonts w:ascii="Cambria" w:hAnsi="Cambria" w:cs="Cambria"/>
          <w:iCs/>
          <w:sz w:val="18"/>
          <w:szCs w:val="20"/>
        </w:rPr>
        <w:t>◻</w:t>
      </w:r>
      <w:r w:rsidRPr="00693984">
        <w:rPr>
          <w:rFonts w:ascii="Verdana" w:hAnsi="Verdana" w:cs="Calibri"/>
          <w:iCs/>
          <w:sz w:val="18"/>
          <w:szCs w:val="20"/>
        </w:rPr>
        <w:t xml:space="preserve"> non esprimo il consenso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al trattamento dei miei dati personali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Cambria" w:hAnsi="Cambria" w:cs="Cambria"/>
          <w:iCs/>
          <w:sz w:val="18"/>
          <w:szCs w:val="20"/>
        </w:rPr>
        <w:t>◻</w:t>
      </w:r>
      <w:r w:rsidRPr="00693984">
        <w:rPr>
          <w:rFonts w:ascii="Verdana" w:hAnsi="Verdana" w:cs="Calibri"/>
          <w:iCs/>
          <w:sz w:val="18"/>
          <w:szCs w:val="20"/>
        </w:rPr>
        <w:t xml:space="preserve"> esprimo il consenso</w:t>
      </w:r>
      <w:r w:rsidRPr="00693984">
        <w:rPr>
          <w:rFonts w:ascii="Verdana" w:hAnsi="Verdana" w:cs="Calibri"/>
          <w:iCs/>
          <w:sz w:val="18"/>
          <w:szCs w:val="20"/>
        </w:rPr>
        <w:tab/>
      </w:r>
      <w:r w:rsidRPr="00693984">
        <w:rPr>
          <w:rFonts w:ascii="Cambria" w:hAnsi="Cambria" w:cs="Cambria"/>
          <w:iCs/>
          <w:sz w:val="18"/>
          <w:szCs w:val="20"/>
        </w:rPr>
        <w:t>◻</w:t>
      </w:r>
      <w:r w:rsidRPr="00693984">
        <w:rPr>
          <w:rFonts w:ascii="Verdana" w:hAnsi="Verdana" w:cs="Calibri"/>
          <w:iCs/>
          <w:sz w:val="18"/>
          <w:szCs w:val="20"/>
        </w:rPr>
        <w:t xml:space="preserve"> non esprimo il consenso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alla comunicazione dei miei dati personali ad enti pubblici e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soggetti privati, per le finalità indicate nell’informativa che precede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Cambria" w:hAnsi="Cambria" w:cs="Cambria"/>
          <w:iCs/>
          <w:sz w:val="18"/>
          <w:szCs w:val="20"/>
        </w:rPr>
        <w:t>◻</w:t>
      </w:r>
      <w:r w:rsidRPr="00693984">
        <w:rPr>
          <w:rFonts w:ascii="Verdana" w:hAnsi="Verdana" w:cs="Calibri"/>
          <w:iCs/>
          <w:sz w:val="18"/>
          <w:szCs w:val="20"/>
        </w:rPr>
        <w:tab/>
        <w:t xml:space="preserve">esprimo il consenso </w:t>
      </w:r>
      <w:r w:rsidRPr="00693984">
        <w:rPr>
          <w:rFonts w:ascii="Verdana" w:hAnsi="Verdana" w:cs="Calibri"/>
          <w:iCs/>
          <w:sz w:val="18"/>
          <w:szCs w:val="20"/>
        </w:rPr>
        <w:tab/>
      </w:r>
      <w:r w:rsidRPr="00693984">
        <w:rPr>
          <w:rFonts w:ascii="Cambria" w:hAnsi="Cambria" w:cs="Cambria"/>
          <w:iCs/>
          <w:sz w:val="18"/>
          <w:szCs w:val="20"/>
        </w:rPr>
        <w:t>◻</w:t>
      </w:r>
      <w:r w:rsidRPr="00693984">
        <w:rPr>
          <w:rFonts w:ascii="Verdana" w:hAnsi="Verdana" w:cs="Calibri"/>
          <w:iCs/>
          <w:sz w:val="18"/>
          <w:szCs w:val="20"/>
        </w:rPr>
        <w:t xml:space="preserve"> non esprimo il consenso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al trattamento delle categorie particolari dei miei dati personali</w:t>
      </w:r>
    </w:p>
    <w:p w:rsidR="005760A9" w:rsidRPr="00693984" w:rsidRDefault="005760A9" w:rsidP="00693984">
      <w:pPr>
        <w:spacing w:line="276" w:lineRule="auto"/>
        <w:jc w:val="both"/>
        <w:rPr>
          <w:rFonts w:ascii="Verdana" w:hAnsi="Verdana" w:cs="Calibri"/>
          <w:iCs/>
          <w:sz w:val="18"/>
          <w:szCs w:val="20"/>
        </w:rPr>
      </w:pPr>
      <w:r w:rsidRPr="00693984">
        <w:rPr>
          <w:rFonts w:ascii="Verdana" w:hAnsi="Verdana" w:cs="Calibri"/>
          <w:iCs/>
          <w:sz w:val="18"/>
          <w:szCs w:val="20"/>
        </w:rPr>
        <w:t>così come indicati nell’informativa che precede</w:t>
      </w:r>
    </w:p>
    <w:p w:rsidR="005760A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  <w:r w:rsidRPr="003B0869">
        <w:rPr>
          <w:rFonts w:ascii="Verdana" w:hAnsi="Verdana" w:cs="Calibri"/>
          <w:iCs/>
          <w:sz w:val="20"/>
          <w:szCs w:val="20"/>
        </w:rPr>
        <w:t xml:space="preserve">Luogo, data </w:t>
      </w: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  <w:r w:rsidRPr="003B0869">
        <w:rPr>
          <w:rFonts w:ascii="Verdana" w:hAnsi="Verdana" w:cs="Calibri"/>
          <w:iCs/>
          <w:sz w:val="20"/>
          <w:szCs w:val="20"/>
        </w:rPr>
        <w:t xml:space="preserve">                                                                                                         (firma leggibile dell’interessato)</w:t>
      </w:r>
    </w:p>
    <w:p w:rsidR="005760A9" w:rsidRPr="003B0869" w:rsidRDefault="005760A9" w:rsidP="003B0869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  <w:r w:rsidRPr="003B0869">
        <w:rPr>
          <w:rFonts w:ascii="Verdana" w:hAnsi="Verdana" w:cs="Calibri"/>
          <w:iCs/>
          <w:sz w:val="20"/>
          <w:szCs w:val="20"/>
        </w:rPr>
        <w:t>______________________________</w:t>
      </w:r>
    </w:p>
    <w:p w:rsidR="005760A9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 w:cs="Calibri"/>
          <w:iCs/>
          <w:sz w:val="20"/>
          <w:szCs w:val="20"/>
        </w:rPr>
        <w:t>Data</w:t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</w:r>
      <w:r>
        <w:rPr>
          <w:rFonts w:ascii="Verdana" w:hAnsi="Verdana" w:cs="Calibri"/>
          <w:iCs/>
          <w:sz w:val="20"/>
          <w:szCs w:val="20"/>
        </w:rPr>
        <w:tab/>
        <w:t>Firma</w:t>
      </w:r>
    </w:p>
    <w:p w:rsidR="005760A9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  <w:r>
        <w:rPr>
          <w:rFonts w:ascii="Verdana" w:hAnsi="Verdana" w:cs="Calibri"/>
          <w:iCs/>
          <w:sz w:val="20"/>
          <w:szCs w:val="20"/>
        </w:rPr>
        <w:t>Allegare carta identità e codice fiscale</w:t>
      </w:r>
    </w:p>
    <w:p w:rsidR="005760A9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p w:rsidR="005760A9" w:rsidRPr="00F31110" w:rsidRDefault="005760A9" w:rsidP="00F31110">
      <w:pPr>
        <w:spacing w:line="276" w:lineRule="auto"/>
        <w:rPr>
          <w:rFonts w:ascii="Verdana" w:hAnsi="Verdana" w:cs="Calibri"/>
          <w:iCs/>
          <w:sz w:val="20"/>
          <w:szCs w:val="20"/>
        </w:rPr>
      </w:pPr>
    </w:p>
    <w:sectPr w:rsidR="005760A9" w:rsidRPr="00F31110" w:rsidSect="006663C2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0A9" w:rsidRDefault="005760A9" w:rsidP="00AF7D31">
      <w:r>
        <w:separator/>
      </w:r>
    </w:p>
  </w:endnote>
  <w:endnote w:type="continuationSeparator" w:id="0">
    <w:p w:rsidR="005760A9" w:rsidRDefault="005760A9" w:rsidP="00AF7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,Italic">
    <w:altName w:val="Tw Cen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0A9" w:rsidRDefault="005760A9" w:rsidP="00AF7D31">
      <w:r>
        <w:separator/>
      </w:r>
    </w:p>
  </w:footnote>
  <w:footnote w:type="continuationSeparator" w:id="0">
    <w:p w:rsidR="005760A9" w:rsidRDefault="005760A9" w:rsidP="00AF7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A9" w:rsidRPr="00BF09BD" w:rsidRDefault="005760A9">
    <w:pPr>
      <w:pStyle w:val="Header"/>
      <w:rPr>
        <w:i/>
      </w:rPr>
    </w:pPr>
    <w:r w:rsidRPr="00BF09BD">
      <w:rPr>
        <w:i/>
      </w:rPr>
      <w:t>Allegato A – modulo di richiesta di contributo per le imprese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3E42"/>
    <w:multiLevelType w:val="hybridMultilevel"/>
    <w:tmpl w:val="70A26534"/>
    <w:lvl w:ilvl="0" w:tplc="164E343A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F60F0"/>
    <w:multiLevelType w:val="hybridMultilevel"/>
    <w:tmpl w:val="3838172C"/>
    <w:lvl w:ilvl="0" w:tplc="41DAC9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E782E"/>
    <w:multiLevelType w:val="hybridMultilevel"/>
    <w:tmpl w:val="BDF6FF6E"/>
    <w:lvl w:ilvl="0" w:tplc="164E343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46373"/>
    <w:multiLevelType w:val="hybridMultilevel"/>
    <w:tmpl w:val="1B82AE78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A3C073A"/>
    <w:multiLevelType w:val="hybridMultilevel"/>
    <w:tmpl w:val="7572FC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41D02D"/>
    <w:multiLevelType w:val="hybridMultilevel"/>
    <w:tmpl w:val="CA32CD3D"/>
    <w:lvl w:ilvl="0" w:tplc="FFFFFFFF">
      <w:start w:val="1"/>
      <w:numFmt w:val="upperLetter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39D73619"/>
    <w:multiLevelType w:val="hybridMultilevel"/>
    <w:tmpl w:val="FC305750"/>
    <w:lvl w:ilvl="0" w:tplc="542EF0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66714"/>
    <w:multiLevelType w:val="hybridMultilevel"/>
    <w:tmpl w:val="658627D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328072E"/>
    <w:multiLevelType w:val="hybridMultilevel"/>
    <w:tmpl w:val="D7626958"/>
    <w:lvl w:ilvl="0" w:tplc="164E343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764CE"/>
    <w:multiLevelType w:val="hybridMultilevel"/>
    <w:tmpl w:val="E61C3D66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4C2F78A0"/>
    <w:multiLevelType w:val="hybridMultilevel"/>
    <w:tmpl w:val="B92C673A"/>
    <w:lvl w:ilvl="0" w:tplc="164E343A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3252A0"/>
    <w:multiLevelType w:val="hybridMultilevel"/>
    <w:tmpl w:val="9B5ED0CE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11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B00"/>
    <w:rsid w:val="00003CE8"/>
    <w:rsid w:val="00010F17"/>
    <w:rsid w:val="000E7433"/>
    <w:rsid w:val="0016572A"/>
    <w:rsid w:val="00173EBD"/>
    <w:rsid w:val="00193E32"/>
    <w:rsid w:val="001B3A8C"/>
    <w:rsid w:val="00224647"/>
    <w:rsid w:val="00227933"/>
    <w:rsid w:val="00297E54"/>
    <w:rsid w:val="002D0446"/>
    <w:rsid w:val="003148F1"/>
    <w:rsid w:val="003B0869"/>
    <w:rsid w:val="003F35B0"/>
    <w:rsid w:val="004D08BE"/>
    <w:rsid w:val="004E426E"/>
    <w:rsid w:val="0051086C"/>
    <w:rsid w:val="00553352"/>
    <w:rsid w:val="00553CB4"/>
    <w:rsid w:val="00561074"/>
    <w:rsid w:val="005760A9"/>
    <w:rsid w:val="00582443"/>
    <w:rsid w:val="00582E3C"/>
    <w:rsid w:val="00591E26"/>
    <w:rsid w:val="005E5150"/>
    <w:rsid w:val="00613269"/>
    <w:rsid w:val="00617A9F"/>
    <w:rsid w:val="006663C2"/>
    <w:rsid w:val="00693984"/>
    <w:rsid w:val="007524AF"/>
    <w:rsid w:val="008079CD"/>
    <w:rsid w:val="00857497"/>
    <w:rsid w:val="00875A72"/>
    <w:rsid w:val="00885DB0"/>
    <w:rsid w:val="008A450E"/>
    <w:rsid w:val="008D306A"/>
    <w:rsid w:val="009322E5"/>
    <w:rsid w:val="0098326A"/>
    <w:rsid w:val="009F1F8E"/>
    <w:rsid w:val="009F4BBA"/>
    <w:rsid w:val="00A40B7C"/>
    <w:rsid w:val="00A53464"/>
    <w:rsid w:val="00AB2B00"/>
    <w:rsid w:val="00AF7D31"/>
    <w:rsid w:val="00B32E4F"/>
    <w:rsid w:val="00B962B9"/>
    <w:rsid w:val="00BA06FC"/>
    <w:rsid w:val="00BF065F"/>
    <w:rsid w:val="00BF09BD"/>
    <w:rsid w:val="00CA5A38"/>
    <w:rsid w:val="00CE64F6"/>
    <w:rsid w:val="00D86C5C"/>
    <w:rsid w:val="00DA77EE"/>
    <w:rsid w:val="00E75079"/>
    <w:rsid w:val="00E951D7"/>
    <w:rsid w:val="00EB7DA1"/>
    <w:rsid w:val="00F07EDA"/>
    <w:rsid w:val="00F31110"/>
    <w:rsid w:val="00F65034"/>
    <w:rsid w:val="00FB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065F"/>
    <w:pPr>
      <w:keepNext/>
      <w:keepLines/>
      <w:autoSpaceDE w:val="0"/>
      <w:autoSpaceDN w:val="0"/>
      <w:adjustRightInd w:val="0"/>
      <w:spacing w:before="240"/>
      <w:jc w:val="both"/>
      <w:outlineLvl w:val="0"/>
    </w:pPr>
    <w:rPr>
      <w:rFonts w:ascii="Tw Cen MT" w:eastAsia="Times New Roman" w:hAnsi="Tw Cen MT" w:cs="Tw Cen MT,Italic"/>
      <w:b/>
      <w:iCs/>
      <w:color w:val="000000"/>
      <w:sz w:val="28"/>
      <w:szCs w:val="32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065F"/>
    <w:rPr>
      <w:rFonts w:ascii="Tw Cen MT" w:hAnsi="Tw Cen MT" w:cs="Tw Cen MT,Italic"/>
      <w:b/>
      <w:iCs/>
      <w:color w:val="000000"/>
      <w:sz w:val="32"/>
      <w:szCs w:val="32"/>
      <w:lang w:eastAsia="it-IT"/>
    </w:rPr>
  </w:style>
  <w:style w:type="paragraph" w:styleId="ListParagraph">
    <w:name w:val="List Paragraph"/>
    <w:aliases w:val="Paragrafo elenco 1°liv"/>
    <w:basedOn w:val="Normal"/>
    <w:uiPriority w:val="99"/>
    <w:qFormat/>
    <w:rsid w:val="00227933"/>
    <w:pPr>
      <w:autoSpaceDE w:val="0"/>
      <w:autoSpaceDN w:val="0"/>
      <w:adjustRightInd w:val="0"/>
      <w:spacing w:before="60"/>
      <w:contextualSpacing/>
      <w:jc w:val="both"/>
    </w:pPr>
    <w:rPr>
      <w:rFonts w:ascii="Tw Cen MT" w:hAnsi="Tw Cen MT" w:cs="Tw Cen MT"/>
      <w:i/>
      <w:lang w:eastAsia="it-I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"/>
    <w:link w:val="FootnoteTextChar"/>
    <w:uiPriority w:val="99"/>
    <w:rsid w:val="00AF7D31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locked/>
    <w:rsid w:val="00AF7D31"/>
    <w:rPr>
      <w:rFonts w:ascii="Times New Roman" w:hAnsi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rsid w:val="00AF7D31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75A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F09B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09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09B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F09BD"/>
    <w:rPr>
      <w:rFonts w:cs="Times New Roman"/>
    </w:rPr>
  </w:style>
  <w:style w:type="paragraph" w:customStyle="1" w:styleId="Default">
    <w:name w:val="Default"/>
    <w:uiPriority w:val="99"/>
    <w:rsid w:val="00BF06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CM24">
    <w:name w:val="CM24"/>
    <w:basedOn w:val="Default"/>
    <w:next w:val="Default"/>
    <w:uiPriority w:val="99"/>
    <w:rsid w:val="00BF065F"/>
    <w:pPr>
      <w:widowControl w:val="0"/>
      <w:spacing w:after="548"/>
    </w:pPr>
    <w:rPr>
      <w:rFonts w:ascii="Times New Roman" w:eastAsia="Times New Roman" w:hAnsi="Times New Roman" w:cs="Times New Roman"/>
      <w:color w:val="auto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43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2437</Words>
  <Characters>13894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LA CONCESSIONE DI CONTRIBUTI A FONDO PERDUTO</dc:title>
  <dc:subject/>
  <dc:creator>Utente di Microsoft Office</dc:creator>
  <cp:keywords/>
  <dc:description/>
  <cp:lastModifiedBy>massimo.sfondrini</cp:lastModifiedBy>
  <cp:revision>2</cp:revision>
  <dcterms:created xsi:type="dcterms:W3CDTF">2023-02-28T11:54:00Z</dcterms:created>
  <dcterms:modified xsi:type="dcterms:W3CDTF">2023-02-28T11:54:00Z</dcterms:modified>
</cp:coreProperties>
</file>